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66D47" w14:textId="77777777" w:rsidR="008D7178" w:rsidRPr="008D7178" w:rsidRDefault="008D7178" w:rsidP="008D7178">
      <w:pPr>
        <w:spacing w:line="240" w:lineRule="auto"/>
        <w:jc w:val="right"/>
        <w:rPr>
          <w:rFonts w:ascii="Corbel" w:hAnsi="Corbel"/>
          <w:bCs/>
          <w:i/>
        </w:rPr>
      </w:pPr>
      <w:r w:rsidRPr="008D7178">
        <w:rPr>
          <w:rFonts w:ascii="Corbel" w:hAnsi="Corbel"/>
          <w:bCs/>
          <w:i/>
        </w:rPr>
        <w:t>Załącznik nr 1.5 do Zarządzenia Rektora UR  nr 12/2019</w:t>
      </w:r>
    </w:p>
    <w:p w14:paraId="7CFB1461" w14:textId="77777777" w:rsidR="008D7178" w:rsidRPr="008D7178" w:rsidRDefault="008D7178" w:rsidP="008D71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>SYLABUS</w:t>
      </w:r>
    </w:p>
    <w:p w14:paraId="4749DA67" w14:textId="77777777" w:rsidR="008D7178" w:rsidRPr="008D7178" w:rsidRDefault="008D7178" w:rsidP="008D71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D7178">
        <w:rPr>
          <w:rFonts w:ascii="Corbel" w:hAnsi="Corbel"/>
          <w:smallCaps/>
          <w:sz w:val="24"/>
          <w:szCs w:val="24"/>
        </w:rPr>
        <w:t>2020-2022</w:t>
      </w:r>
    </w:p>
    <w:p w14:paraId="774C8359" w14:textId="77777777" w:rsidR="008D7178" w:rsidRPr="00EA4832" w:rsidRDefault="008D7178" w:rsidP="008D71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78">
        <w:rPr>
          <w:rFonts w:ascii="Corbel" w:hAnsi="Corbel"/>
          <w:sz w:val="20"/>
          <w:szCs w:val="20"/>
        </w:rPr>
        <w:t>Rok akademicki: 2021/2022</w:t>
      </w:r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9B3AD" w14:textId="45B34BC9" w:rsidR="0085747A" w:rsidRDefault="0085747A" w:rsidP="00E06F8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E06F8C">
        <w:rPr>
          <w:rFonts w:ascii="Corbel" w:hAnsi="Corbel"/>
          <w:szCs w:val="24"/>
        </w:rPr>
        <w:t xml:space="preserve"> </w:t>
      </w:r>
    </w:p>
    <w:p w14:paraId="60F8D940" w14:textId="77777777" w:rsidR="00E06F8C" w:rsidRPr="009C54AE" w:rsidRDefault="00E06F8C" w:rsidP="00E06F8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272FEF89" w:rsidR="0085747A" w:rsidRPr="009C54AE" w:rsidRDefault="00CC1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81704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362DD437" w:rsidR="0085747A" w:rsidRPr="009C54AE" w:rsidRDefault="00AA5B57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554F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6322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8D5D9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312A38B6" w:rsidR="00015B8F" w:rsidRPr="009C54AE" w:rsidRDefault="00AA5B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601F8C1" w:rsidR="00015B8F" w:rsidRPr="009C54AE" w:rsidRDefault="00817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2B228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C5D5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2513EC4B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E06F8C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3CA6985" w14:textId="673F03DB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64BBF6E5" w14:textId="5AA7699D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  <w:bookmarkStart w:id="0" w:name="_GoBack"/>
            <w:bookmarkEnd w:id="0"/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50CE24E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6AF389" w14:textId="77777777" w:rsidR="00474ECE" w:rsidRDefault="00474E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28AFCBB" w14:textId="77777777" w:rsidR="00474ECE" w:rsidRPr="009C54AE" w:rsidRDefault="00474ECE" w:rsidP="00474E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ADD309D" w14:textId="18793D6F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4ECE" w:rsidRPr="009C54AE" w14:paraId="4AA14C37" w14:textId="77777777" w:rsidTr="00C41DEC">
        <w:tc>
          <w:tcPr>
            <w:tcW w:w="9520" w:type="dxa"/>
          </w:tcPr>
          <w:p w14:paraId="6B558377" w14:textId="77777777" w:rsidR="00474ECE" w:rsidRPr="009C54AE" w:rsidRDefault="00474ECE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4ECE" w:rsidRPr="009C54AE" w14:paraId="732EA5E9" w14:textId="77777777" w:rsidTr="00C41DEC">
        <w:tc>
          <w:tcPr>
            <w:tcW w:w="9520" w:type="dxa"/>
          </w:tcPr>
          <w:p w14:paraId="28F5A7AF" w14:textId="77777777" w:rsidR="00474ECE" w:rsidRPr="00FC5D5F" w:rsidRDefault="00474ECE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czynniki decydujące o wyborze lokalizacji inwestycji rzeczowych, interesariusze uczestniczący w projekcie inwestycyjnym.</w:t>
            </w:r>
          </w:p>
        </w:tc>
      </w:tr>
      <w:tr w:rsidR="00474ECE" w:rsidRPr="009C54AE" w14:paraId="0F410DEF" w14:textId="77777777" w:rsidTr="00C41DEC">
        <w:tc>
          <w:tcPr>
            <w:tcW w:w="9520" w:type="dxa"/>
          </w:tcPr>
          <w:p w14:paraId="5F9FC478" w14:textId="77777777" w:rsidR="00474ECE" w:rsidRPr="00FC5D5F" w:rsidRDefault="00474ECE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474ECE" w:rsidRPr="009C54AE" w14:paraId="612DB977" w14:textId="77777777" w:rsidTr="00C41DEC">
        <w:tc>
          <w:tcPr>
            <w:tcW w:w="9520" w:type="dxa"/>
          </w:tcPr>
          <w:p w14:paraId="4DC0313C" w14:textId="77777777" w:rsidR="00474ECE" w:rsidRDefault="00474ECE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474ECE" w:rsidRPr="009C54AE" w14:paraId="1A4B2576" w14:textId="77777777" w:rsidTr="00C41DEC">
        <w:tc>
          <w:tcPr>
            <w:tcW w:w="9520" w:type="dxa"/>
          </w:tcPr>
          <w:p w14:paraId="3230EEEF" w14:textId="77777777" w:rsidR="00474ECE" w:rsidRPr="00FC5D5F" w:rsidRDefault="00474ECE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474ECE" w:rsidRPr="009C54AE" w14:paraId="345F2D5B" w14:textId="77777777" w:rsidTr="00C41DEC">
        <w:tc>
          <w:tcPr>
            <w:tcW w:w="9520" w:type="dxa"/>
          </w:tcPr>
          <w:p w14:paraId="4FE8E327" w14:textId="77777777" w:rsidR="00474ECE" w:rsidRPr="00FC5D5F" w:rsidRDefault="00474ECE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>Charakterystyka metod finansowania inwestycji.</w:t>
            </w:r>
          </w:p>
        </w:tc>
      </w:tr>
      <w:tr w:rsidR="00474ECE" w:rsidRPr="009C54AE" w14:paraId="5444371A" w14:textId="77777777" w:rsidTr="00C41DEC">
        <w:tc>
          <w:tcPr>
            <w:tcW w:w="9520" w:type="dxa"/>
          </w:tcPr>
          <w:p w14:paraId="425BBBE6" w14:textId="77777777" w:rsidR="00474ECE" w:rsidRPr="00FC5D5F" w:rsidRDefault="00474ECE" w:rsidP="00C41DEC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Określanie przepływów pieniężnych w procesie inwestycyjnym.</w:t>
            </w:r>
          </w:p>
        </w:tc>
      </w:tr>
      <w:tr w:rsidR="00474ECE" w:rsidRPr="009C54AE" w14:paraId="7D3562BB" w14:textId="77777777" w:rsidTr="00C41DEC">
        <w:tc>
          <w:tcPr>
            <w:tcW w:w="9520" w:type="dxa"/>
          </w:tcPr>
          <w:p w14:paraId="5802C466" w14:textId="77777777" w:rsidR="00474ECE" w:rsidRPr="00FC5D5F" w:rsidRDefault="00474ECE" w:rsidP="00C41DEC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474ECE" w:rsidRPr="009C54AE" w14:paraId="632D3266" w14:textId="77777777" w:rsidTr="00C41DEC">
        <w:tc>
          <w:tcPr>
            <w:tcW w:w="9520" w:type="dxa"/>
          </w:tcPr>
          <w:p w14:paraId="04198C6F" w14:textId="77777777" w:rsidR="00474ECE" w:rsidRPr="00FC5D5F" w:rsidRDefault="00474ECE" w:rsidP="00C41DEC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474ECE" w:rsidRPr="009C54AE" w14:paraId="2D3B4EF5" w14:textId="77777777" w:rsidTr="00C41DEC">
        <w:tc>
          <w:tcPr>
            <w:tcW w:w="9520" w:type="dxa"/>
          </w:tcPr>
          <w:p w14:paraId="57F3561C" w14:textId="77777777" w:rsidR="00474ECE" w:rsidRPr="00FC5D5F" w:rsidRDefault="00474ECE" w:rsidP="00C41DEC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 – studium przypadku.</w:t>
            </w:r>
          </w:p>
        </w:tc>
      </w:tr>
    </w:tbl>
    <w:p w14:paraId="7E368CE2" w14:textId="0DC7B7D6" w:rsidR="00474ECE" w:rsidRDefault="00474EC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D5EDBE" w14:textId="77777777" w:rsidTr="00C05F44">
        <w:tc>
          <w:tcPr>
            <w:tcW w:w="1985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4609" w:rsidRPr="009C54AE" w14:paraId="2650ACF0" w14:textId="77777777" w:rsidTr="00C05F44">
        <w:tc>
          <w:tcPr>
            <w:tcW w:w="1985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4C1A4187" w14:textId="60A1A532" w:rsidR="00454609" w:rsidRPr="0089129D" w:rsidRDefault="00454609" w:rsidP="000F69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29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54609" w:rsidRPr="009C54AE" w14:paraId="078FFD7E" w14:textId="77777777" w:rsidTr="00C05F44">
        <w:tc>
          <w:tcPr>
            <w:tcW w:w="1985" w:type="dxa"/>
          </w:tcPr>
          <w:p w14:paraId="00074550" w14:textId="77777777" w:rsidR="00454609" w:rsidRPr="00FC5D5F" w:rsidRDefault="00454609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FAC489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7C5297A1" w14:textId="344B555E" w:rsidR="00454609" w:rsidRPr="0089129D" w:rsidRDefault="00454609" w:rsidP="000F69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4258243" w14:textId="77777777" w:rsidTr="00C05F44">
        <w:tc>
          <w:tcPr>
            <w:tcW w:w="1985" w:type="dxa"/>
          </w:tcPr>
          <w:p w14:paraId="39FC83F2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275EA518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74F05CD0" w14:textId="23AF6AFF" w:rsidR="00454609" w:rsidRPr="0089129D" w:rsidRDefault="00454609" w:rsidP="000F69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2F495E8E" w14:textId="77777777" w:rsidTr="00C05F44">
        <w:tc>
          <w:tcPr>
            <w:tcW w:w="1985" w:type="dxa"/>
          </w:tcPr>
          <w:p w14:paraId="6E0310FD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06AFB32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1D786863" w14:textId="1BA8746F" w:rsidR="00454609" w:rsidRPr="0089129D" w:rsidRDefault="000F69D2" w:rsidP="000F69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454609" w:rsidRPr="0089129D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454609" w:rsidRPr="009C54AE" w14:paraId="41877C9A" w14:textId="77777777" w:rsidTr="00C05F44">
        <w:tc>
          <w:tcPr>
            <w:tcW w:w="1985" w:type="dxa"/>
          </w:tcPr>
          <w:p w14:paraId="2CBD3718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1F74E7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3789EE4B" w14:textId="0062D2D5" w:rsidR="00454609" w:rsidRPr="0089129D" w:rsidRDefault="00454609" w:rsidP="000F69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665906" w14:textId="77777777" w:rsidTr="00923D7D">
        <w:tc>
          <w:tcPr>
            <w:tcW w:w="9670" w:type="dxa"/>
          </w:tcPr>
          <w:p w14:paraId="434D6D49" w14:textId="085CCA3F" w:rsidR="0085747A" w:rsidRPr="009C54AE" w:rsidRDefault="00454609" w:rsidP="00E06F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79F00EFB" w:rsidR="00454609" w:rsidRPr="00FC5D5F" w:rsidRDefault="00AA5B57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239C779C" w:rsidR="00454609" w:rsidRPr="009C54AE" w:rsidRDefault="00454609" w:rsidP="004D4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45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678706C4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A5B5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4DF181BC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464D99" w14:textId="4DA1886C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R., Finansowanie inwestycji przedsiębiorstw, </w:t>
            </w: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7F785" w14:textId="77777777" w:rsidR="00ED40FB" w:rsidRDefault="00ED40FB" w:rsidP="00C16ABF">
      <w:pPr>
        <w:spacing w:after="0" w:line="240" w:lineRule="auto"/>
      </w:pPr>
      <w:r>
        <w:separator/>
      </w:r>
    </w:p>
  </w:endnote>
  <w:endnote w:type="continuationSeparator" w:id="0">
    <w:p w14:paraId="075A8324" w14:textId="77777777" w:rsidR="00ED40FB" w:rsidRDefault="00ED40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E5151" w14:textId="77777777" w:rsidR="00ED40FB" w:rsidRDefault="00ED40FB" w:rsidP="00C16ABF">
      <w:pPr>
        <w:spacing w:after="0" w:line="240" w:lineRule="auto"/>
      </w:pPr>
      <w:r>
        <w:separator/>
      </w:r>
    </w:p>
  </w:footnote>
  <w:footnote w:type="continuationSeparator" w:id="0">
    <w:p w14:paraId="7299506A" w14:textId="77777777" w:rsidR="00ED40FB" w:rsidRDefault="00ED40FB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6565"/>
    <w:multiLevelType w:val="hybridMultilevel"/>
    <w:tmpl w:val="0994D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0F69D2"/>
    <w:rsid w:val="00114B06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384"/>
    <w:rsid w:val="003A0A5B"/>
    <w:rsid w:val="003A1176"/>
    <w:rsid w:val="003C0BAE"/>
    <w:rsid w:val="003D18A9"/>
    <w:rsid w:val="003D43D4"/>
    <w:rsid w:val="003D6CE2"/>
    <w:rsid w:val="003E1941"/>
    <w:rsid w:val="003E2FE6"/>
    <w:rsid w:val="003E49D5"/>
    <w:rsid w:val="003F1AB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4ECE"/>
    <w:rsid w:val="0047598D"/>
    <w:rsid w:val="004840FD"/>
    <w:rsid w:val="00490F7D"/>
    <w:rsid w:val="00491678"/>
    <w:rsid w:val="004968E2"/>
    <w:rsid w:val="004A3EEA"/>
    <w:rsid w:val="004A4D1F"/>
    <w:rsid w:val="004D458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60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C65E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DB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6E2"/>
    <w:rsid w:val="0081554D"/>
    <w:rsid w:val="0081704E"/>
    <w:rsid w:val="0081707E"/>
    <w:rsid w:val="00823B09"/>
    <w:rsid w:val="008449B3"/>
    <w:rsid w:val="008552A2"/>
    <w:rsid w:val="0085747A"/>
    <w:rsid w:val="00884922"/>
    <w:rsid w:val="00885F64"/>
    <w:rsid w:val="008917F9"/>
    <w:rsid w:val="008A45F7"/>
    <w:rsid w:val="008A7DBA"/>
    <w:rsid w:val="008C0CC0"/>
    <w:rsid w:val="008C19A9"/>
    <w:rsid w:val="008C379D"/>
    <w:rsid w:val="008C5147"/>
    <w:rsid w:val="008C5359"/>
    <w:rsid w:val="008C5363"/>
    <w:rsid w:val="008D3DFB"/>
    <w:rsid w:val="008D7178"/>
    <w:rsid w:val="008E64F4"/>
    <w:rsid w:val="008F12C9"/>
    <w:rsid w:val="008F6E29"/>
    <w:rsid w:val="00916188"/>
    <w:rsid w:val="00923D7D"/>
    <w:rsid w:val="009353F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D7"/>
    <w:rsid w:val="00A155EE"/>
    <w:rsid w:val="00A2245B"/>
    <w:rsid w:val="00A30110"/>
    <w:rsid w:val="00A36899"/>
    <w:rsid w:val="00A371F6"/>
    <w:rsid w:val="00A43BF6"/>
    <w:rsid w:val="00A53FA5"/>
    <w:rsid w:val="00A54817"/>
    <w:rsid w:val="00A554F8"/>
    <w:rsid w:val="00A601C8"/>
    <w:rsid w:val="00A60799"/>
    <w:rsid w:val="00A83D48"/>
    <w:rsid w:val="00A84C85"/>
    <w:rsid w:val="00A97DE1"/>
    <w:rsid w:val="00AA5B5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A7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F4D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0D8"/>
    <w:rsid w:val="00C94B98"/>
    <w:rsid w:val="00CA2B96"/>
    <w:rsid w:val="00CA5089"/>
    <w:rsid w:val="00CA56E5"/>
    <w:rsid w:val="00CB485C"/>
    <w:rsid w:val="00CC18AB"/>
    <w:rsid w:val="00CC1B2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F8C"/>
    <w:rsid w:val="00E129B8"/>
    <w:rsid w:val="00E21E7D"/>
    <w:rsid w:val="00E22FBC"/>
    <w:rsid w:val="00E24BF5"/>
    <w:rsid w:val="00E25338"/>
    <w:rsid w:val="00E51E44"/>
    <w:rsid w:val="00E537E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0FB"/>
    <w:rsid w:val="00EE32DE"/>
    <w:rsid w:val="00EE5457"/>
    <w:rsid w:val="00EF089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1BDBE-734F-4A7B-9F2E-D250F1D50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A3957F-1AF1-46E2-9DFF-F8AF2A81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809</Words>
  <Characters>4860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2020-12-20T05:43:00Z</dcterms:created>
  <dcterms:modified xsi:type="dcterms:W3CDTF">2021-03-01T12:42:00Z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